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A65857-296F-45BF-BE31-33431B5031C1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